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1F71F" w14:textId="63CDEE3E" w:rsidR="5B0BF44F" w:rsidRDefault="5B0BF44F" w:rsidP="53CBDE5B">
      <w:pPr>
        <w:spacing w:line="240" w:lineRule="auto"/>
        <w:ind w:firstLine="0"/>
        <w:rPr>
          <w:rFonts w:ascii="Times New Roman" w:hAnsi="Times New Roman"/>
          <w:szCs w:val="24"/>
        </w:rPr>
      </w:pPr>
      <w:r w:rsidRPr="53CBDE5B">
        <w:rPr>
          <w:rFonts w:ascii="Times New Roman" w:hAnsi="Times New Roman"/>
          <w:b/>
          <w:bCs/>
          <w:color w:val="000000" w:themeColor="text1"/>
          <w:szCs w:val="24"/>
        </w:rPr>
        <w:t xml:space="preserve">For Immediate Release </w:t>
      </w:r>
      <w:r>
        <w:br/>
      </w:r>
      <w:r w:rsidRPr="004A7550">
        <w:rPr>
          <w:rFonts w:ascii="Times New Roman" w:hAnsi="Times New Roman"/>
          <w:b/>
          <w:bCs/>
          <w:color w:val="000000" w:themeColor="text1"/>
          <w:szCs w:val="24"/>
          <w:shd w:val="clear" w:color="auto" w:fill="DBE5F1" w:themeFill="accent1" w:themeFillTint="33"/>
        </w:rPr>
        <w:t>[insert date]</w:t>
      </w:r>
    </w:p>
    <w:p w14:paraId="2A085241" w14:textId="300F5B0F" w:rsidR="53CBDE5B" w:rsidRDefault="53CBDE5B" w:rsidP="53CBDE5B">
      <w:pPr>
        <w:ind w:firstLine="0"/>
        <w:rPr>
          <w:b/>
          <w:bCs/>
        </w:rPr>
      </w:pPr>
    </w:p>
    <w:p w14:paraId="183EF1E5" w14:textId="0A75CE60" w:rsidR="00027FD1" w:rsidRDefault="00027FD1" w:rsidP="008F1CFC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22BD8231">
        <w:rPr>
          <w:b/>
          <w:bCs/>
          <w:sz w:val="32"/>
          <w:szCs w:val="32"/>
        </w:rPr>
        <w:t>General Election Update</w:t>
      </w:r>
    </w:p>
    <w:p w14:paraId="0CFB49E7" w14:textId="4918FBF6" w:rsidR="5B48CEB8" w:rsidRDefault="5B48CEB8" w:rsidP="00AA5C4B">
      <w:pPr>
        <w:spacing w:after="160" w:line="240" w:lineRule="auto"/>
        <w:ind w:firstLine="0"/>
        <w:jc w:val="center"/>
        <w:rPr>
          <w:sz w:val="32"/>
          <w:szCs w:val="32"/>
        </w:rPr>
      </w:pPr>
      <w:r w:rsidRPr="472FC54E">
        <w:rPr>
          <w:sz w:val="32"/>
          <w:szCs w:val="32"/>
        </w:rPr>
        <w:t xml:space="preserve">Election </w:t>
      </w:r>
      <w:r w:rsidR="1A9C6F1D" w:rsidRPr="472FC54E">
        <w:rPr>
          <w:sz w:val="32"/>
          <w:szCs w:val="32"/>
        </w:rPr>
        <w:t>Results Posted</w:t>
      </w:r>
    </w:p>
    <w:p w14:paraId="375C20D3" w14:textId="77777777" w:rsidR="003874B5" w:rsidRDefault="003874B5" w:rsidP="00AA5C4B">
      <w:pPr>
        <w:spacing w:after="160" w:line="240" w:lineRule="auto"/>
        <w:ind w:firstLine="0"/>
        <w:jc w:val="center"/>
        <w:rPr>
          <w:sz w:val="32"/>
          <w:szCs w:val="32"/>
        </w:rPr>
      </w:pPr>
    </w:p>
    <w:p w14:paraId="7052EBE2" w14:textId="3D41B16B" w:rsidR="000E10A7" w:rsidRDefault="00AA5C4B" w:rsidP="003874B5">
      <w:pPr>
        <w:spacing w:after="160" w:line="276" w:lineRule="auto"/>
        <w:ind w:firstLine="0"/>
      </w:pPr>
      <w:r w:rsidRPr="00AA5C4B">
        <w:rPr>
          <w:shd w:val="clear" w:color="auto" w:fill="C6D9F1" w:themeFill="text2" w:themeFillTint="33"/>
        </w:rPr>
        <w:t>[insert date and time of release]</w:t>
      </w:r>
      <w:r>
        <w:rPr>
          <w:shd w:val="clear" w:color="auto" w:fill="C6D9F1" w:themeFill="text2" w:themeFillTint="33"/>
        </w:rPr>
        <w:t>:</w:t>
      </w:r>
      <w:r w:rsidRPr="00AA5C4B">
        <w:rPr>
          <w:shd w:val="clear" w:color="auto" w:fill="C6D9F1" w:themeFill="text2" w:themeFillTint="33"/>
        </w:rPr>
        <w:t xml:space="preserve"> </w:t>
      </w:r>
      <w:r w:rsidR="000E10A7" w:rsidRPr="000E10A7">
        <w:t xml:space="preserve">Unofficial results are now posted for the </w:t>
      </w:r>
      <w:r w:rsidR="000E10A7" w:rsidRPr="000E10A7">
        <w:rPr>
          <w:shd w:val="clear" w:color="auto" w:fill="C6D9F1" w:themeFill="text2" w:themeFillTint="33"/>
        </w:rPr>
        <w:t>[insert name of election]</w:t>
      </w:r>
      <w:r w:rsidR="000E10A7" w:rsidRPr="000E10A7">
        <w:t>.</w:t>
      </w:r>
    </w:p>
    <w:p w14:paraId="15A5723A" w14:textId="0ED85356" w:rsidR="00935534" w:rsidRDefault="00935534" w:rsidP="003874B5">
      <w:pPr>
        <w:spacing w:after="160" w:line="276" w:lineRule="auto"/>
        <w:ind w:firstLine="0"/>
      </w:pPr>
      <w:r>
        <w:t xml:space="preserve">Early tallies show </w:t>
      </w:r>
      <w:r w:rsidRPr="000A027A">
        <w:rPr>
          <w:shd w:val="clear" w:color="auto" w:fill="C6D9F1" w:themeFill="text2" w:themeFillTint="33"/>
        </w:rPr>
        <w:t xml:space="preserve">[insert </w:t>
      </w:r>
      <w:r w:rsidR="000A027A" w:rsidRPr="000A027A">
        <w:rPr>
          <w:shd w:val="clear" w:color="auto" w:fill="C6D9F1" w:themeFill="text2" w:themeFillTint="33"/>
        </w:rPr>
        <w:t>number of ballots]</w:t>
      </w:r>
      <w:r>
        <w:t xml:space="preserve"> voters cast a ballot, which represents about </w:t>
      </w:r>
      <w:r w:rsidR="000A027A" w:rsidRPr="00BB085B">
        <w:rPr>
          <w:shd w:val="clear" w:color="auto" w:fill="C6D9F1" w:themeFill="text2" w:themeFillTint="33"/>
        </w:rPr>
        <w:t>[insert percent</w:t>
      </w:r>
      <w:r w:rsidR="00BB085B" w:rsidRPr="00BB085B">
        <w:rPr>
          <w:shd w:val="clear" w:color="auto" w:fill="C6D9F1" w:themeFill="text2" w:themeFillTint="33"/>
        </w:rPr>
        <w:t>]</w:t>
      </w:r>
      <w:r w:rsidR="00BB085B">
        <w:t xml:space="preserve"> </w:t>
      </w:r>
      <w:r>
        <w:t xml:space="preserve">of total eligible voters. The ballots included in the </w:t>
      </w:r>
      <w:r w:rsidR="00BB085B" w:rsidRPr="00BB085B">
        <w:rPr>
          <w:shd w:val="clear" w:color="auto" w:fill="C6D9F1" w:themeFill="text2" w:themeFillTint="33"/>
        </w:rPr>
        <w:t>[insert time]</w:t>
      </w:r>
      <w:r>
        <w:t xml:space="preserve"> results posting are early ballots that have been received, verified, and processed as of </w:t>
      </w:r>
      <w:r w:rsidR="00BB085B" w:rsidRPr="00BB085B">
        <w:rPr>
          <w:shd w:val="clear" w:color="auto" w:fill="C6D9F1" w:themeFill="text2" w:themeFillTint="33"/>
        </w:rPr>
        <w:t>[date]</w:t>
      </w:r>
      <w:r w:rsidRPr="00BB085B">
        <w:rPr>
          <w:shd w:val="clear" w:color="auto" w:fill="C6D9F1" w:themeFill="text2" w:themeFillTint="33"/>
        </w:rPr>
        <w:t>.</w:t>
      </w:r>
      <w:r w:rsidR="009E2655">
        <w:t xml:space="preserve"> </w:t>
      </w:r>
      <w:r w:rsidR="00A93D63">
        <w:t>I</w:t>
      </w:r>
      <w:r>
        <w:t xml:space="preserve">n-person Election Day results </w:t>
      </w:r>
      <w:r w:rsidR="00A93D63">
        <w:t xml:space="preserve">will be published </w:t>
      </w:r>
      <w:r>
        <w:t xml:space="preserve">as they are returned from each </w:t>
      </w:r>
      <w:r w:rsidR="00A93D63">
        <w:t xml:space="preserve">voting precinct </w:t>
      </w:r>
      <w:r>
        <w:t>throughout the night.</w:t>
      </w:r>
    </w:p>
    <w:p w14:paraId="49DF307D" w14:textId="4FFC425C" w:rsidR="009B035D" w:rsidRDefault="00BA7AAC" w:rsidP="003874B5">
      <w:pPr>
        <w:spacing w:after="160" w:line="276" w:lineRule="auto"/>
        <w:ind w:firstLine="0"/>
      </w:pPr>
      <w:r>
        <w:t>Find election results at</w:t>
      </w:r>
      <w:r w:rsidRPr="00BA7AAC">
        <w:rPr>
          <w:shd w:val="clear" w:color="auto" w:fill="C6D9F1" w:themeFill="text2" w:themeFillTint="33"/>
        </w:rPr>
        <w:t xml:space="preserve"> [insert website].</w:t>
      </w:r>
      <w:r>
        <w:rPr>
          <w:shd w:val="clear" w:color="auto" w:fill="C6D9F1" w:themeFill="text2" w:themeFillTint="33"/>
        </w:rPr>
        <w:t xml:space="preserve"> </w:t>
      </w:r>
      <w:r w:rsidR="009B035D" w:rsidRPr="009B035D">
        <w:t xml:space="preserve">Follow </w:t>
      </w:r>
      <w:r w:rsidR="009B035D" w:rsidRPr="00EF6C7C">
        <w:rPr>
          <w:shd w:val="clear" w:color="auto" w:fill="C6D9F1" w:themeFill="text2" w:themeFillTint="33"/>
        </w:rPr>
        <w:t>[</w:t>
      </w:r>
      <w:r w:rsidR="00EF6C7C" w:rsidRPr="00EF6C7C">
        <w:rPr>
          <w:shd w:val="clear" w:color="auto" w:fill="C6D9F1" w:themeFill="text2" w:themeFillTint="33"/>
        </w:rPr>
        <w:t>insert social media]</w:t>
      </w:r>
      <w:r w:rsidR="009B035D" w:rsidRPr="009B035D">
        <w:t xml:space="preserve"> for updates.</w:t>
      </w:r>
    </w:p>
    <w:p w14:paraId="4C8A19EE" w14:textId="77777777" w:rsidR="000E1720" w:rsidRDefault="00F704CA" w:rsidP="003874B5">
      <w:pPr>
        <w:spacing w:after="160" w:line="276" w:lineRule="auto"/>
        <w:ind w:firstLine="0"/>
      </w:pPr>
      <w:r>
        <w:t>Before election resu</w:t>
      </w:r>
      <w:r w:rsidR="00862C35">
        <w:t xml:space="preserve">lts are finalized, </w:t>
      </w:r>
      <w:r w:rsidR="005F3F5E">
        <w:t>the Elections Office</w:t>
      </w:r>
      <w:r w:rsidR="005F3F5E" w:rsidRPr="005F3F5E">
        <w:t xml:space="preserve"> confirms every valid ballot cast </w:t>
      </w:r>
      <w:r w:rsidR="005F3F5E">
        <w:t xml:space="preserve">is </w:t>
      </w:r>
      <w:r w:rsidR="005F3F5E" w:rsidRPr="005F3F5E">
        <w:t xml:space="preserve">counted, including mail, uniformed and overseas citizen, early voting, Election Day, and provisional ballots. </w:t>
      </w:r>
      <w:r w:rsidR="00A93D63">
        <w:t xml:space="preserve">Mail ballots </w:t>
      </w:r>
      <w:r w:rsidR="00935534">
        <w:t xml:space="preserve">must first be signature verified and </w:t>
      </w:r>
      <w:r w:rsidR="00A93D63">
        <w:t>processed before</w:t>
      </w:r>
      <w:r w:rsidR="00935534">
        <w:t xml:space="preserve"> they are counted. The </w:t>
      </w:r>
      <w:r w:rsidR="00A93D63">
        <w:t xml:space="preserve">Elections Office </w:t>
      </w:r>
      <w:r w:rsidR="00935534">
        <w:t xml:space="preserve">must also research provisional ballots </w:t>
      </w:r>
      <w:r w:rsidR="005F3F5E">
        <w:t xml:space="preserve">prior </w:t>
      </w:r>
      <w:r w:rsidR="00935534">
        <w:t xml:space="preserve">to </w:t>
      </w:r>
      <w:r w:rsidR="000E1720">
        <w:t>counting</w:t>
      </w:r>
      <w:r w:rsidR="00935534">
        <w:t>.</w:t>
      </w:r>
      <w:r w:rsidR="009E2655">
        <w:t xml:space="preserve"> </w:t>
      </w:r>
    </w:p>
    <w:p w14:paraId="3757F0D4" w14:textId="4A7A2FD7" w:rsidR="00935534" w:rsidRDefault="00B73C26" w:rsidP="003874B5">
      <w:pPr>
        <w:spacing w:after="160" w:line="276" w:lineRule="auto"/>
        <w:ind w:firstLine="0"/>
      </w:pPr>
      <w:r>
        <w:t>U</w:t>
      </w:r>
      <w:r w:rsidR="00935534">
        <w:t>pdate</w:t>
      </w:r>
      <w:r>
        <w:t>d</w:t>
      </w:r>
      <w:r w:rsidR="00935534">
        <w:t xml:space="preserve"> unofficial results </w:t>
      </w:r>
      <w:r>
        <w:t xml:space="preserve">will be published </w:t>
      </w:r>
      <w:r w:rsidR="00935534">
        <w:t xml:space="preserve">daily by </w:t>
      </w:r>
      <w:r w:rsidR="005F3F5E" w:rsidRPr="002D0851">
        <w:rPr>
          <w:shd w:val="clear" w:color="auto" w:fill="C6D9F1" w:themeFill="text2" w:themeFillTint="33"/>
        </w:rPr>
        <w:t>[</w:t>
      </w:r>
      <w:r w:rsidR="002D0851" w:rsidRPr="002D0851">
        <w:rPr>
          <w:shd w:val="clear" w:color="auto" w:fill="C6D9F1" w:themeFill="text2" w:themeFillTint="33"/>
        </w:rPr>
        <w:t>insert time]</w:t>
      </w:r>
      <w:r w:rsidR="00935534">
        <w:t xml:space="preserve"> until all verified ballots are counted. </w:t>
      </w:r>
    </w:p>
    <w:p w14:paraId="4024ED2C" w14:textId="64DB8211" w:rsidR="000E1720" w:rsidRDefault="000E1720" w:rsidP="003874B5">
      <w:pPr>
        <w:spacing w:after="160" w:line="276" w:lineRule="auto"/>
        <w:ind w:firstLine="0"/>
        <w:rPr>
          <w:shd w:val="clear" w:color="auto" w:fill="C6D9F1" w:themeFill="text2" w:themeFillTint="33"/>
        </w:rPr>
      </w:pPr>
      <w:r>
        <w:t>Please</w:t>
      </w:r>
      <w:r w:rsidR="00566770">
        <w:t xml:space="preserve"> contact</w:t>
      </w:r>
      <w:r w:rsidR="00773AC1">
        <w:t xml:space="preserve"> the</w:t>
      </w:r>
      <w:r w:rsidR="00566770">
        <w:t xml:space="preserve"> Elections </w:t>
      </w:r>
      <w:r w:rsidR="00773AC1">
        <w:t xml:space="preserve">Office </w:t>
      </w:r>
      <w:r w:rsidR="00566770">
        <w:t>at</w:t>
      </w:r>
      <w:r w:rsidR="00773AC1" w:rsidRPr="00773AC1">
        <w:rPr>
          <w:shd w:val="clear" w:color="auto" w:fill="C6D9F1" w:themeFill="text2" w:themeFillTint="33"/>
        </w:rPr>
        <w:t xml:space="preserve"> [insert contact information]</w:t>
      </w:r>
      <w:r w:rsidRPr="000E1720">
        <w:t xml:space="preserve"> if you have any questions</w:t>
      </w:r>
      <w:r w:rsidR="00566770" w:rsidRPr="000E1720">
        <w:t>.</w:t>
      </w:r>
    </w:p>
    <w:p w14:paraId="07A302F8" w14:textId="7C59E57F" w:rsidR="00566770" w:rsidRDefault="00566770" w:rsidP="000E1720">
      <w:pPr>
        <w:ind w:firstLine="0"/>
        <w:jc w:val="center"/>
      </w:pPr>
      <w:r>
        <w:t>##</w:t>
      </w:r>
      <w:r w:rsidR="51106CD6">
        <w:t>#</w:t>
      </w:r>
    </w:p>
    <w:p w14:paraId="73C0B085" w14:textId="1EF1CCDD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information, press only:</w:t>
      </w:r>
    </w:p>
    <w:p w14:paraId="4E609FF2" w14:textId="5E9E92D2" w:rsidR="00D33188" w:rsidRDefault="00D33188" w:rsidP="00D33188">
      <w:pPr>
        <w:ind w:firstLine="0"/>
      </w:pPr>
      <w:r>
        <w:t>PR Contact Name</w:t>
      </w:r>
    </w:p>
    <w:p w14:paraId="5B9BED63" w14:textId="36CD9445" w:rsidR="00D33188" w:rsidRDefault="00D33188" w:rsidP="00D33188">
      <w:pPr>
        <w:ind w:firstLine="0"/>
      </w:pPr>
      <w:r>
        <w:t>Phone number</w:t>
      </w:r>
    </w:p>
    <w:p w14:paraId="1BABAE00" w14:textId="5B541AF6" w:rsidR="00D33188" w:rsidRDefault="00D33188" w:rsidP="00D33188">
      <w:pPr>
        <w:ind w:firstLine="0"/>
      </w:pPr>
      <w:r>
        <w:t>Email</w:t>
      </w:r>
    </w:p>
    <w:p w14:paraId="7BA1D11B" w14:textId="21BD9ADE" w:rsidR="00D33188" w:rsidRPr="00D33188" w:rsidRDefault="00D33188" w:rsidP="00D33188">
      <w:pPr>
        <w:ind w:firstLine="0"/>
        <w:rPr>
          <w:b/>
          <w:bCs/>
        </w:rPr>
      </w:pPr>
      <w:r w:rsidRPr="00D33188">
        <w:rPr>
          <w:b/>
          <w:bCs/>
        </w:rPr>
        <w:t>For more information about the election:</w:t>
      </w:r>
    </w:p>
    <w:p w14:paraId="24939885" w14:textId="172F5A43" w:rsidR="00D33188" w:rsidRDefault="00D33188" w:rsidP="00D33188">
      <w:pPr>
        <w:ind w:firstLine="0"/>
      </w:pPr>
      <w:r>
        <w:t>Website</w:t>
      </w:r>
    </w:p>
    <w:sectPr w:rsidR="00D33188" w:rsidSect="003128FF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AB3BE" w14:textId="77777777" w:rsidR="0000340A" w:rsidRDefault="0000340A" w:rsidP="00047416">
      <w:pPr>
        <w:spacing w:line="240" w:lineRule="auto"/>
      </w:pPr>
      <w:r>
        <w:separator/>
      </w:r>
    </w:p>
  </w:endnote>
  <w:endnote w:type="continuationSeparator" w:id="0">
    <w:p w14:paraId="07493766" w14:textId="77777777" w:rsidR="0000340A" w:rsidRDefault="0000340A" w:rsidP="00047416">
      <w:pPr>
        <w:spacing w:line="240" w:lineRule="auto"/>
      </w:pPr>
      <w:r>
        <w:continuationSeparator/>
      </w:r>
    </w:p>
  </w:endnote>
  <w:endnote w:type="continuationNotice" w:id="1">
    <w:p w14:paraId="6A1E75D6" w14:textId="77777777" w:rsidR="0000340A" w:rsidRDefault="000034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9301474"/>
      <w:docPartObj>
        <w:docPartGallery w:val="Page Numbers (Bottom of Page)"/>
        <w:docPartUnique/>
      </w:docPartObj>
    </w:sdtPr>
    <w:sdtContent>
      <w:p w14:paraId="1A8FD333" w14:textId="77777777" w:rsidR="003128FF" w:rsidRPr="003128FF" w:rsidRDefault="003128FF" w:rsidP="003128FF">
        <w:pPr>
          <w:pStyle w:val="Footer"/>
        </w:pPr>
        <w:r w:rsidRPr="003128FF">
          <w:fldChar w:fldCharType="begin"/>
        </w:r>
        <w:r w:rsidRPr="003128FF">
          <w:instrText xml:space="preserve"> PAGE   \* MERGEFORMAT </w:instrText>
        </w:r>
        <w:r w:rsidRPr="003128FF">
          <w:fldChar w:fldCharType="separate"/>
        </w:r>
        <w:r w:rsidR="00845394">
          <w:rPr>
            <w:noProof/>
          </w:rPr>
          <w:t>2</w:t>
        </w:r>
        <w:r w:rsidRPr="003128F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0C604" w14:textId="77777777" w:rsidR="0000340A" w:rsidRDefault="0000340A" w:rsidP="00047416">
      <w:pPr>
        <w:spacing w:line="240" w:lineRule="auto"/>
      </w:pPr>
      <w:r>
        <w:separator/>
      </w:r>
    </w:p>
  </w:footnote>
  <w:footnote w:type="continuationSeparator" w:id="0">
    <w:p w14:paraId="11DAFE19" w14:textId="77777777" w:rsidR="0000340A" w:rsidRDefault="0000340A" w:rsidP="00047416">
      <w:pPr>
        <w:spacing w:line="240" w:lineRule="auto"/>
      </w:pPr>
      <w:r>
        <w:continuationSeparator/>
      </w:r>
    </w:p>
  </w:footnote>
  <w:footnote w:type="continuationNotice" w:id="1">
    <w:p w14:paraId="19562B65" w14:textId="77777777" w:rsidR="0000340A" w:rsidRDefault="0000340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D820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161C1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A6C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E6B2C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8C94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FA040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A2D12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3400D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881C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C8BB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2743621">
    <w:abstractNumId w:val="9"/>
  </w:num>
  <w:num w:numId="2" w16cid:durableId="463158308">
    <w:abstractNumId w:val="7"/>
  </w:num>
  <w:num w:numId="3" w16cid:durableId="1193878158">
    <w:abstractNumId w:val="6"/>
  </w:num>
  <w:num w:numId="4" w16cid:durableId="180050584">
    <w:abstractNumId w:val="5"/>
  </w:num>
  <w:num w:numId="5" w16cid:durableId="1790777925">
    <w:abstractNumId w:val="4"/>
  </w:num>
  <w:num w:numId="6" w16cid:durableId="1751849044">
    <w:abstractNumId w:val="8"/>
  </w:num>
  <w:num w:numId="7" w16cid:durableId="1517304783">
    <w:abstractNumId w:val="3"/>
  </w:num>
  <w:num w:numId="8" w16cid:durableId="231473858">
    <w:abstractNumId w:val="2"/>
  </w:num>
  <w:num w:numId="9" w16cid:durableId="1734696453">
    <w:abstractNumId w:val="1"/>
  </w:num>
  <w:num w:numId="10" w16cid:durableId="87805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70"/>
    <w:rsid w:val="0000340A"/>
    <w:rsid w:val="0001341C"/>
    <w:rsid w:val="00027FD1"/>
    <w:rsid w:val="00047416"/>
    <w:rsid w:val="000475A6"/>
    <w:rsid w:val="000674E7"/>
    <w:rsid w:val="0009780C"/>
    <w:rsid w:val="000A027A"/>
    <w:rsid w:val="000A3315"/>
    <w:rsid w:val="000C08AA"/>
    <w:rsid w:val="000D7057"/>
    <w:rsid w:val="000D75BB"/>
    <w:rsid w:val="000E0524"/>
    <w:rsid w:val="000E10A7"/>
    <w:rsid w:val="000E1720"/>
    <w:rsid w:val="00113FBC"/>
    <w:rsid w:val="00124EDE"/>
    <w:rsid w:val="0014130B"/>
    <w:rsid w:val="00182DD7"/>
    <w:rsid w:val="00297CDC"/>
    <w:rsid w:val="002C73AF"/>
    <w:rsid w:val="002D0851"/>
    <w:rsid w:val="002D3815"/>
    <w:rsid w:val="002E0E08"/>
    <w:rsid w:val="002F3A2B"/>
    <w:rsid w:val="00307075"/>
    <w:rsid w:val="003128FF"/>
    <w:rsid w:val="003605EA"/>
    <w:rsid w:val="003874B5"/>
    <w:rsid w:val="0039795E"/>
    <w:rsid w:val="00432766"/>
    <w:rsid w:val="00445D47"/>
    <w:rsid w:val="00466633"/>
    <w:rsid w:val="0047227B"/>
    <w:rsid w:val="00496B53"/>
    <w:rsid w:val="004A7550"/>
    <w:rsid w:val="00504910"/>
    <w:rsid w:val="00510C35"/>
    <w:rsid w:val="005241D8"/>
    <w:rsid w:val="00526086"/>
    <w:rsid w:val="005528CF"/>
    <w:rsid w:val="0056314D"/>
    <w:rsid w:val="00566770"/>
    <w:rsid w:val="0059696D"/>
    <w:rsid w:val="00597E03"/>
    <w:rsid w:val="005B7E7D"/>
    <w:rsid w:val="005F3F5E"/>
    <w:rsid w:val="00610E90"/>
    <w:rsid w:val="006125E6"/>
    <w:rsid w:val="00662F31"/>
    <w:rsid w:val="006709A2"/>
    <w:rsid w:val="006B5A29"/>
    <w:rsid w:val="006C1AD5"/>
    <w:rsid w:val="006C2F91"/>
    <w:rsid w:val="006D4524"/>
    <w:rsid w:val="006F1CED"/>
    <w:rsid w:val="00714F6E"/>
    <w:rsid w:val="00754484"/>
    <w:rsid w:val="00773AC1"/>
    <w:rsid w:val="007812C5"/>
    <w:rsid w:val="00797389"/>
    <w:rsid w:val="007B7FE4"/>
    <w:rsid w:val="007F26D6"/>
    <w:rsid w:val="007F5CA0"/>
    <w:rsid w:val="00845394"/>
    <w:rsid w:val="008510B2"/>
    <w:rsid w:val="00855FB5"/>
    <w:rsid w:val="00862C35"/>
    <w:rsid w:val="00867E58"/>
    <w:rsid w:val="008A5C11"/>
    <w:rsid w:val="008C3155"/>
    <w:rsid w:val="008C6184"/>
    <w:rsid w:val="008F1CFC"/>
    <w:rsid w:val="00935534"/>
    <w:rsid w:val="009571F3"/>
    <w:rsid w:val="009B035D"/>
    <w:rsid w:val="009E2655"/>
    <w:rsid w:val="00A058ED"/>
    <w:rsid w:val="00A131F1"/>
    <w:rsid w:val="00A34218"/>
    <w:rsid w:val="00A34713"/>
    <w:rsid w:val="00A56E2A"/>
    <w:rsid w:val="00A66D3D"/>
    <w:rsid w:val="00A75554"/>
    <w:rsid w:val="00A92B2D"/>
    <w:rsid w:val="00A93D63"/>
    <w:rsid w:val="00AA5C4B"/>
    <w:rsid w:val="00B14518"/>
    <w:rsid w:val="00B51C77"/>
    <w:rsid w:val="00B52F55"/>
    <w:rsid w:val="00B569C9"/>
    <w:rsid w:val="00B73C26"/>
    <w:rsid w:val="00B81A98"/>
    <w:rsid w:val="00BA7AAC"/>
    <w:rsid w:val="00BB085B"/>
    <w:rsid w:val="00BB1DBB"/>
    <w:rsid w:val="00BB7DFB"/>
    <w:rsid w:val="00BD6BEE"/>
    <w:rsid w:val="00BF449E"/>
    <w:rsid w:val="00C0646D"/>
    <w:rsid w:val="00C316CF"/>
    <w:rsid w:val="00C322B7"/>
    <w:rsid w:val="00C34FB4"/>
    <w:rsid w:val="00C62888"/>
    <w:rsid w:val="00CB502E"/>
    <w:rsid w:val="00CC6553"/>
    <w:rsid w:val="00D30F4F"/>
    <w:rsid w:val="00D31755"/>
    <w:rsid w:val="00D33188"/>
    <w:rsid w:val="00D64194"/>
    <w:rsid w:val="00D76297"/>
    <w:rsid w:val="00DB717B"/>
    <w:rsid w:val="00DD460F"/>
    <w:rsid w:val="00E24696"/>
    <w:rsid w:val="00E24ED8"/>
    <w:rsid w:val="00E33F53"/>
    <w:rsid w:val="00E441F2"/>
    <w:rsid w:val="00E52F35"/>
    <w:rsid w:val="00E61D92"/>
    <w:rsid w:val="00EB42BC"/>
    <w:rsid w:val="00EF6C7C"/>
    <w:rsid w:val="00F11892"/>
    <w:rsid w:val="00F333C1"/>
    <w:rsid w:val="00F704CA"/>
    <w:rsid w:val="00F71B2C"/>
    <w:rsid w:val="00F93F56"/>
    <w:rsid w:val="00F95F34"/>
    <w:rsid w:val="00FB5724"/>
    <w:rsid w:val="00FC0F63"/>
    <w:rsid w:val="00FC7FAB"/>
    <w:rsid w:val="00FD5C22"/>
    <w:rsid w:val="00FE0F8C"/>
    <w:rsid w:val="06CDD03D"/>
    <w:rsid w:val="1A9C6F1D"/>
    <w:rsid w:val="22BD8231"/>
    <w:rsid w:val="2570E7AA"/>
    <w:rsid w:val="472FC54E"/>
    <w:rsid w:val="51106CD6"/>
    <w:rsid w:val="52AFB016"/>
    <w:rsid w:val="53CBDE5B"/>
    <w:rsid w:val="5630B12C"/>
    <w:rsid w:val="5B0BF44F"/>
    <w:rsid w:val="5B48CEB8"/>
    <w:rsid w:val="5C3D69FF"/>
    <w:rsid w:val="6DF1B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64042"/>
  <w15:docId w15:val="{2CEBBB8F-376A-4451-943F-97C9FD29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8FF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6C2F91"/>
    <w:pPr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8FF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8FF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8FF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8FF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8FF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b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8FF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Cs/>
      <w:cap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8FF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8FF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rsid w:val="003128FF"/>
    <w:pPr>
      <w:spacing w:before="360"/>
      <w:ind w:firstLine="0"/>
      <w:contextualSpacing/>
      <w:jc w:val="center"/>
    </w:pPr>
    <w:rPr>
      <w:rFonts w:asciiTheme="majorHAnsi" w:hAnsiTheme="majorHAnsi"/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2"/>
    <w:rsid w:val="003128FF"/>
    <w:rPr>
      <w:rFonts w:asciiTheme="majorHAnsi" w:hAnsiTheme="majorHAnsi"/>
      <w:b/>
      <w:bCs/>
      <w:sz w:val="28"/>
    </w:rPr>
  </w:style>
  <w:style w:type="paragraph" w:styleId="Date">
    <w:name w:val="Date"/>
    <w:basedOn w:val="Normal"/>
    <w:link w:val="DateChar"/>
    <w:uiPriority w:val="1"/>
    <w:qFormat/>
    <w:rsid w:val="00BB1DBB"/>
    <w:pPr>
      <w:spacing w:line="276" w:lineRule="auto"/>
      <w:jc w:val="right"/>
    </w:pPr>
    <w:rPr>
      <w:b/>
      <w:bCs/>
    </w:rPr>
  </w:style>
  <w:style w:type="character" w:customStyle="1" w:styleId="DateChar">
    <w:name w:val="Date Char"/>
    <w:basedOn w:val="DefaultParagraphFont"/>
    <w:link w:val="Date"/>
    <w:uiPriority w:val="1"/>
    <w:rsid w:val="00047416"/>
    <w:rPr>
      <w:b/>
      <w:bCs/>
      <w:sz w:val="24"/>
    </w:rPr>
  </w:style>
  <w:style w:type="paragraph" w:styleId="Subtitle">
    <w:name w:val="Subtitle"/>
    <w:basedOn w:val="Normal"/>
    <w:link w:val="SubtitleChar"/>
    <w:uiPriority w:val="3"/>
    <w:qFormat/>
    <w:rsid w:val="003128FF"/>
    <w:pPr>
      <w:spacing w:after="120"/>
      <w:ind w:firstLine="0"/>
      <w:contextualSpacing/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3"/>
    <w:rsid w:val="003128FF"/>
    <w:rPr>
      <w:i/>
      <w:i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2F91"/>
    <w:rPr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124EDE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BB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BB"/>
    <w:rPr>
      <w:rFonts w:ascii="Tahoma" w:hAnsi="Tahoma" w:cs="Tahoma"/>
      <w:szCs w:val="16"/>
    </w:rPr>
  </w:style>
  <w:style w:type="character" w:styleId="Strong">
    <w:name w:val="Strong"/>
    <w:basedOn w:val="DefaultParagraphFont"/>
    <w:uiPriority w:val="4"/>
    <w:unhideWhenUsed/>
    <w:qFormat/>
    <w:rsid w:val="00E61D92"/>
    <w:rPr>
      <w:b/>
      <w:bCs/>
      <w:i/>
    </w:rPr>
  </w:style>
  <w:style w:type="paragraph" w:customStyle="1" w:styleId="ContactInfo">
    <w:name w:val="Contact Info"/>
    <w:basedOn w:val="Normal"/>
    <w:uiPriority w:val="11"/>
    <w:qFormat/>
    <w:rsid w:val="00E61D92"/>
    <w:pPr>
      <w:spacing w:after="240" w:line="276" w:lineRule="auto"/>
      <w:contextualSpacing/>
    </w:pPr>
  </w:style>
  <w:style w:type="paragraph" w:customStyle="1" w:styleId="SmallPrint">
    <w:name w:val="Small Print"/>
    <w:basedOn w:val="Normal"/>
    <w:uiPriority w:val="10"/>
    <w:qFormat/>
    <w:rsid w:val="002D3815"/>
    <w:pPr>
      <w:spacing w:line="432" w:lineRule="auto"/>
    </w:pPr>
    <w:rPr>
      <w:sz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6C2F91"/>
  </w:style>
  <w:style w:type="paragraph" w:styleId="BlockText">
    <w:name w:val="Block Text"/>
    <w:basedOn w:val="Normal"/>
    <w:uiPriority w:val="99"/>
    <w:semiHidden/>
    <w:unhideWhenUsed/>
    <w:rsid w:val="00124EDE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C2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2F91"/>
  </w:style>
  <w:style w:type="paragraph" w:styleId="BodyText2">
    <w:name w:val="Body Text 2"/>
    <w:basedOn w:val="Normal"/>
    <w:link w:val="BodyText2Char"/>
    <w:uiPriority w:val="99"/>
    <w:semiHidden/>
    <w:unhideWhenUsed/>
    <w:rsid w:val="006C2F91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C2F91"/>
  </w:style>
  <w:style w:type="paragraph" w:styleId="BodyText3">
    <w:name w:val="Body Text 3"/>
    <w:basedOn w:val="Normal"/>
    <w:link w:val="BodyText3Char"/>
    <w:uiPriority w:val="99"/>
    <w:semiHidden/>
    <w:unhideWhenUsed/>
    <w:rsid w:val="006C2F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2F9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C2F9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2F9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C2F9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C2F9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C2F91"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2F9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2F91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2F91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C2F91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C2F91"/>
  </w:style>
  <w:style w:type="table" w:styleId="ColorfulGrid">
    <w:name w:val="Colorful Grid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2F9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91"/>
    <w:rPr>
      <w:b/>
      <w:bCs/>
      <w:sz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C2F91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2F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C2F91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C2F91"/>
  </w:style>
  <w:style w:type="character" w:styleId="EndnoteReference">
    <w:name w:val="end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2F9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C2F9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C2F9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128FF"/>
    <w:pPr>
      <w:spacing w:line="240" w:lineRule="auto"/>
      <w:ind w:firstLine="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3128FF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C2F9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F9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F91"/>
    <w:rPr>
      <w:szCs w:val="20"/>
    </w:rPr>
  </w:style>
  <w:style w:type="table" w:styleId="GridTable1Light">
    <w:name w:val="Grid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47416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416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28FF"/>
    <w:rPr>
      <w:rFonts w:asciiTheme="majorHAnsi" w:eastAsiaTheme="majorEastAsia" w:hAnsiTheme="majorHAnsi" w:cstheme="majorBidi"/>
      <w:b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8FF"/>
    <w:rPr>
      <w:rFonts w:asciiTheme="majorHAnsi" w:eastAsiaTheme="majorEastAsia" w:hAnsiTheme="majorHAnsi" w:cstheme="majorBidi"/>
      <w:cap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8FF"/>
    <w:rPr>
      <w:rFonts w:asciiTheme="majorHAnsi" w:eastAsiaTheme="majorEastAsia" w:hAnsiTheme="majorHAnsi" w:cstheme="majorBidi"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8FF"/>
    <w:rPr>
      <w:rFonts w:asciiTheme="majorHAnsi" w:eastAsiaTheme="majorEastAsia" w:hAnsiTheme="majorHAnsi" w:cstheme="majorBidi"/>
      <w:i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8FF"/>
    <w:rPr>
      <w:rFonts w:asciiTheme="majorHAnsi" w:eastAsiaTheme="majorEastAsia" w:hAnsiTheme="majorHAnsi" w:cstheme="majorBidi"/>
      <w:b/>
      <w:color w:val="365F91" w:themeColor="accent1" w:themeShade="B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8FF"/>
    <w:rPr>
      <w:rFonts w:asciiTheme="majorHAnsi" w:eastAsiaTheme="majorEastAsia" w:hAnsiTheme="majorHAnsi" w:cstheme="majorBidi"/>
      <w:iCs/>
      <w:caps/>
      <w:color w:val="365F91" w:themeColor="accent1" w:themeShade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8FF"/>
    <w:rPr>
      <w:rFonts w:asciiTheme="majorHAnsi" w:eastAsiaTheme="majorEastAsia" w:hAnsiTheme="majorHAnsi" w:cstheme="majorBidi"/>
      <w:color w:val="272727" w:themeColor="text1" w:themeTint="D8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8FF"/>
    <w:rPr>
      <w:rFonts w:asciiTheme="majorHAnsi" w:eastAsiaTheme="majorEastAsia" w:hAnsiTheme="majorHAnsi" w:cstheme="majorBidi"/>
      <w:i/>
      <w:iCs/>
      <w:color w:val="272727" w:themeColor="text1" w:themeTint="D8"/>
      <w:sz w:val="2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C2F91"/>
  </w:style>
  <w:style w:type="paragraph" w:styleId="HTMLAddress">
    <w:name w:val="HTML Address"/>
    <w:basedOn w:val="Normal"/>
    <w:link w:val="HTMLAddressChar"/>
    <w:uiPriority w:val="99"/>
    <w:semiHidden/>
    <w:unhideWhenUsed/>
    <w:rsid w:val="006C2F91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C2F9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C2F9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C2F9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2F91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2F9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C2F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C2F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C2F9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C2F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C2F91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C2F91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C2F91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C2F91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C2F91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C2F91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C2F91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C2F91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C2F91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C2F91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C2F9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C2F91"/>
  </w:style>
  <w:style w:type="paragraph" w:styleId="List">
    <w:name w:val="List"/>
    <w:basedOn w:val="Normal"/>
    <w:uiPriority w:val="99"/>
    <w:semiHidden/>
    <w:unhideWhenUsed/>
    <w:rsid w:val="006C2F9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C2F9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C2F9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C2F9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C2F9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C2F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C2F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C2F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C2F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C2F9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C2F9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C2F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C2F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C2F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C2F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C2F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C2F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C2F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C2F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C2F91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C2F9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C2F91"/>
    <w:pPr>
      <w:spacing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C2F91"/>
    <w:pPr>
      <w:spacing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C2F91"/>
    <w:pPr>
      <w:spacing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C2F91"/>
    <w:pPr>
      <w:spacing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C2F91"/>
    <w:pPr>
      <w:spacing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C2F91"/>
    <w:pPr>
      <w:spacing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C2F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C2F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C2F9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C2F9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C2F9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C2F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C2F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C2F91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6C2F91"/>
    <w:rPr>
      <w:rFonts w:ascii="Times New Roman" w:hAnsi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6C2F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C2F91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C2F91"/>
  </w:style>
  <w:style w:type="character" w:styleId="PageNumber">
    <w:name w:val="page number"/>
    <w:basedOn w:val="DefaultParagraphFont"/>
    <w:uiPriority w:val="99"/>
    <w:semiHidden/>
    <w:unhideWhenUsed/>
    <w:rsid w:val="006C2F91"/>
  </w:style>
  <w:style w:type="table" w:styleId="PlainTable1">
    <w:name w:val="Plain Table 1"/>
    <w:basedOn w:val="TableNormal"/>
    <w:uiPriority w:val="41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C2F9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C2F9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C2F91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2F91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C2F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C2F91"/>
  </w:style>
  <w:style w:type="paragraph" w:styleId="Signature">
    <w:name w:val="Signature"/>
    <w:basedOn w:val="Normal"/>
    <w:link w:val="SignatureChar"/>
    <w:uiPriority w:val="99"/>
    <w:semiHidden/>
    <w:unhideWhenUsed/>
    <w:rsid w:val="006C2F91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C2F91"/>
  </w:style>
  <w:style w:type="table" w:styleId="Table3Deffects1">
    <w:name w:val="Table 3D effects 1"/>
    <w:basedOn w:val="TableNormal"/>
    <w:uiPriority w:val="99"/>
    <w:semiHidden/>
    <w:unhideWhenUsed/>
    <w:rsid w:val="006C2F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C2F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C2F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C2F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C2F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C2F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C2F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C2F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C2F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C2F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C2F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C2F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C2F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C2F9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C2F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C2F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C2F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C2F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C2F9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C2F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C2F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C2F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C2F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C2F91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C2F91"/>
  </w:style>
  <w:style w:type="table" w:styleId="TableProfessional">
    <w:name w:val="Table Professional"/>
    <w:basedOn w:val="TableNormal"/>
    <w:uiPriority w:val="99"/>
    <w:semiHidden/>
    <w:unhideWhenUsed/>
    <w:rsid w:val="006C2F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C2F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C2F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C2F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C2F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C2F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C2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C2F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C2F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C2F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C2F9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C2F9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C2F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C2F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C2F9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C2F9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C2F9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C2F9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C2F9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C2F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7FE4"/>
    <w:pPr>
      <w:keepNext/>
      <w:keepLines/>
      <w:outlineLvl w:val="9"/>
    </w:pPr>
    <w:rPr>
      <w:rFonts w:eastAsiaTheme="majorEastAsia" w:cstheme="majorBidi"/>
      <w:bCs w:val="0"/>
      <w:szCs w:val="32"/>
    </w:rPr>
  </w:style>
  <w:style w:type="character" w:styleId="SubtleReference">
    <w:name w:val="Subtle Reference"/>
    <w:basedOn w:val="DefaultParagraphFont"/>
    <w:uiPriority w:val="5"/>
    <w:qFormat/>
    <w:rsid w:val="002D3815"/>
    <w:rPr>
      <w:caps w:val="0"/>
      <w:smallCaps w:val="0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24EDE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124EDE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24EDE"/>
    <w:rPr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4ED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24EDE"/>
    <w:rPr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4EDE"/>
    <w:rPr>
      <w:b/>
      <w:bCs/>
      <w:smallCaps/>
      <w:color w:val="365F91" w:themeColor="accent1" w:themeShade="BF"/>
      <w:spacing w:val="5"/>
    </w:rPr>
  </w:style>
  <w:style w:type="paragraph" w:customStyle="1" w:styleId="Reference">
    <w:name w:val="Reference"/>
    <w:basedOn w:val="Normal"/>
    <w:uiPriority w:val="9"/>
    <w:qFormat/>
    <w:rsid w:val="003128FF"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foote\AppData\Roaming\Microsoft\Templates\Press%20release%20with%20product%20announc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1" ma:contentTypeDescription="Create a new document." ma:contentTypeScope="" ma:versionID="ad02a6b2807d116e69ded48186460a68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4137c866bd02256a3237a1084507cee5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4BDEA77C-585C-425E-8F56-85237B9CF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ab903b-c496-47e8-b984-c6d481742e67"/>
    <ds:schemaRef ds:uri="3c73b8fd-b6e0-4a08-a5b4-de5dc77e6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07F12-1016-4F4C-BA72-968BA1B7B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433FC4-042F-476B-B389-2003C80E38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cab903b-c496-47e8-b984-c6d481742e67"/>
    <ds:schemaRef ds:uri="3c73b8fd-b6e0-4a08-a5b4-de5dc77e65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with product announcement.dotx</Template>
  <TotalTime>3</TotalTime>
  <Pages>1</Pages>
  <Words>203</Words>
  <Characters>1161</Characters>
  <Application>Microsoft Office Word</Application>
  <DocSecurity>4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Kammi Foote</dc:creator>
  <cp:keywords/>
  <dc:description/>
  <cp:lastModifiedBy>Kristen Muthig</cp:lastModifiedBy>
  <cp:revision>69</cp:revision>
  <dcterms:created xsi:type="dcterms:W3CDTF">2023-06-09T05:51:00Z</dcterms:created>
  <dcterms:modified xsi:type="dcterms:W3CDTF">2023-06-22T01:34:00Z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TC010178311033</vt:lpwstr>
  </property>
  <property fmtid="{D5CDD505-2E9C-101B-9397-08002B2CF9AE}" pid="3" name="ContentTypeId">
    <vt:lpwstr>0x0101000C9ABE58CCC11241A38D52B73BEDE718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ediaServiceImageTags">
    <vt:lpwstr/>
  </property>
</Properties>
</file>